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4B286584" w14:textId="77777777" w:rsidTr="00050DA7">
        <w:tc>
          <w:tcPr>
            <w:tcW w:w="4428" w:type="dxa"/>
          </w:tcPr>
          <w:p w14:paraId="7901296F" w14:textId="77777777" w:rsidR="000348ED" w:rsidRPr="00F3429A" w:rsidRDefault="005D05AC" w:rsidP="00543A41">
            <w:pPr>
              <w:tabs>
                <w:tab w:val="left" w:pos="851"/>
              </w:tabs>
            </w:pPr>
            <w:r w:rsidRPr="00F3429A">
              <w:t>From:</w:t>
            </w:r>
            <w:r w:rsidRPr="00F3429A">
              <w:tab/>
            </w:r>
            <w:r w:rsidR="00543A41">
              <w:t>EEP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3C9F6D14" w14:textId="64C4271A" w:rsidR="000348ED" w:rsidRPr="00F3429A" w:rsidRDefault="007F2145" w:rsidP="00672222">
            <w:pPr>
              <w:jc w:val="right"/>
            </w:pPr>
            <w:r>
              <w:t xml:space="preserve">Formerly </w:t>
            </w:r>
            <w:r w:rsidR="00543A41">
              <w:t>EEP20</w:t>
            </w:r>
            <w:r w:rsidR="00650964">
              <w:t>/</w:t>
            </w:r>
            <w:r w:rsidR="00672222">
              <w:t>WG1/WP</w:t>
            </w:r>
            <w:r w:rsidR="007C10D8">
              <w:t>2</w:t>
            </w:r>
          </w:p>
        </w:tc>
      </w:tr>
      <w:tr w:rsidR="000348ED" w:rsidRPr="00F3429A" w14:paraId="0D48EC11" w14:textId="77777777" w:rsidTr="00050DA7">
        <w:tc>
          <w:tcPr>
            <w:tcW w:w="4428" w:type="dxa"/>
          </w:tcPr>
          <w:p w14:paraId="67CB5D34" w14:textId="77777777" w:rsidR="000348ED" w:rsidRPr="00F3429A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543A41" w:rsidRPr="00F3429A">
              <w:t xml:space="preserve">e-NAV </w:t>
            </w:r>
            <w:r w:rsidR="00902AA4" w:rsidRPr="00F3429A">
              <w:t>Committee</w:t>
            </w:r>
          </w:p>
        </w:tc>
        <w:tc>
          <w:tcPr>
            <w:tcW w:w="5461" w:type="dxa"/>
          </w:tcPr>
          <w:p w14:paraId="7FC39570" w14:textId="77777777" w:rsidR="000348ED" w:rsidRPr="00F3429A" w:rsidRDefault="00672222" w:rsidP="00F3429A">
            <w:pPr>
              <w:jc w:val="right"/>
            </w:pPr>
            <w:r>
              <w:t>19</w:t>
            </w:r>
            <w:r w:rsidR="00543A41">
              <w:t xml:space="preserve"> April 2013</w:t>
            </w:r>
          </w:p>
        </w:tc>
      </w:tr>
    </w:tbl>
    <w:p w14:paraId="4194FDC0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0BD783B9" w14:textId="61F109D9" w:rsidR="000348ED" w:rsidRDefault="007C10D8" w:rsidP="005D05AC">
      <w:pPr>
        <w:pStyle w:val="Title"/>
        <w:spacing w:after="120"/>
        <w:rPr>
          <w:color w:val="000000"/>
        </w:rPr>
      </w:pPr>
      <w:r>
        <w:rPr>
          <w:color w:val="000000"/>
        </w:rPr>
        <w:t xml:space="preserve">Draft </w:t>
      </w:r>
      <w:r w:rsidR="00F3429A" w:rsidRPr="00F3429A">
        <w:rPr>
          <w:color w:val="000000"/>
        </w:rPr>
        <w:t xml:space="preserve">Liaison note to the </w:t>
      </w:r>
      <w:r w:rsidR="00543A41">
        <w:rPr>
          <w:color w:val="000000"/>
        </w:rPr>
        <w:t>e-NAV</w:t>
      </w:r>
      <w:r w:rsidR="00F3429A" w:rsidRPr="00F3429A">
        <w:rPr>
          <w:color w:val="000000"/>
        </w:rPr>
        <w:t xml:space="preserve"> Committee</w:t>
      </w:r>
    </w:p>
    <w:p w14:paraId="65E502EE" w14:textId="77777777" w:rsidR="00543A41" w:rsidRPr="0097322E" w:rsidRDefault="00E85F01" w:rsidP="00543A41">
      <w:pPr>
        <w:pStyle w:val="Title"/>
        <w:spacing w:after="120"/>
      </w:pPr>
      <w:r>
        <w:rPr>
          <w:color w:val="000000"/>
        </w:rPr>
        <w:t>On e-Navigation and the IHO</w:t>
      </w:r>
      <w:r w:rsidR="00D75E5D">
        <w:rPr>
          <w:color w:val="000000"/>
        </w:rPr>
        <w:t xml:space="preserve"> Registry</w:t>
      </w:r>
    </w:p>
    <w:p w14:paraId="1DAE638B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462D815F" w14:textId="77777777" w:rsidR="00D75E5D" w:rsidRPr="00D75E5D" w:rsidRDefault="00D75E5D" w:rsidP="00543A41">
      <w:pPr>
        <w:pStyle w:val="BodyText"/>
      </w:pPr>
      <w:r>
        <w:t xml:space="preserve">A presentation was given at EEP20 (prepared by Dr. N. Ward) on </w:t>
      </w:r>
      <w:r w:rsidRPr="00D75E5D">
        <w:rPr>
          <w:b/>
          <w:bCs/>
          <w:lang w:val="en-US"/>
        </w:rPr>
        <w:t>e-Navigation and the IHO Registry</w:t>
      </w:r>
      <w:r>
        <w:rPr>
          <w:b/>
          <w:bCs/>
          <w:lang w:val="en-US"/>
        </w:rPr>
        <w:t xml:space="preserve">, </w:t>
      </w:r>
      <w:r>
        <w:rPr>
          <w:bCs/>
          <w:lang w:val="en-US"/>
        </w:rPr>
        <w:t xml:space="preserve">which the EEP Committee had previousy requested in order to clarify their possible contribution to the S-100 Registry. </w:t>
      </w:r>
      <w:r w:rsidR="00672222">
        <w:rPr>
          <w:bCs/>
          <w:lang w:val="en-US"/>
        </w:rPr>
        <w:t xml:space="preserve"> </w:t>
      </w:r>
      <w:r w:rsidR="00E85F01">
        <w:rPr>
          <w:bCs/>
          <w:lang w:val="en-US"/>
        </w:rPr>
        <w:t xml:space="preserve">The EEP Committee would like to thank the e-NAV Committee (and particulaly Malcolm Nicholson for delivering the presentation) for the presentation and the example ‘Product Specification’. </w:t>
      </w:r>
      <w:r w:rsidR="00672222">
        <w:rPr>
          <w:bCs/>
          <w:lang w:val="en-US"/>
        </w:rPr>
        <w:t xml:space="preserve"> </w:t>
      </w:r>
      <w:r w:rsidR="00E85F01">
        <w:rPr>
          <w:bCs/>
          <w:lang w:val="en-US"/>
        </w:rPr>
        <w:t>Presently, the EEP Committee have ide</w:t>
      </w:r>
      <w:r w:rsidR="00672222">
        <w:rPr>
          <w:bCs/>
          <w:lang w:val="en-US"/>
        </w:rPr>
        <w:t>ntified that a section for audi</w:t>
      </w:r>
      <w:r w:rsidR="00E85F01">
        <w:rPr>
          <w:bCs/>
          <w:lang w:val="en-US"/>
        </w:rPr>
        <w:t>ble signals would be desirable in any ‘Product Specification’ and would therefore request that this be included.</w:t>
      </w:r>
      <w:r>
        <w:rPr>
          <w:bCs/>
          <w:lang w:val="en-US"/>
        </w:rPr>
        <w:t xml:space="preserve"> </w:t>
      </w:r>
    </w:p>
    <w:p w14:paraId="5AC8E3FD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67DF4FE0" w14:textId="286278E1" w:rsidR="00543A41" w:rsidRPr="0097322E" w:rsidRDefault="00543A41" w:rsidP="00543A41">
      <w:pPr>
        <w:pStyle w:val="BodyText"/>
      </w:pPr>
      <w:r w:rsidRPr="0097322E">
        <w:t xml:space="preserve">The </w:t>
      </w:r>
      <w:r w:rsidR="00D75E5D">
        <w:t xml:space="preserve">EEP </w:t>
      </w:r>
      <w:r w:rsidR="00E6591D">
        <w:t>Committee</w:t>
      </w:r>
      <w:r w:rsidRPr="0097322E">
        <w:t xml:space="preserve"> request</w:t>
      </w:r>
      <w:r w:rsidR="00D75E5D">
        <w:t xml:space="preserve"> that an area of the ‘Product </w:t>
      </w:r>
      <w:r w:rsidR="007F2145">
        <w:t>Specification’ be given to Audi</w:t>
      </w:r>
      <w:r w:rsidR="00D75E5D">
        <w:t>ble Signals.</w:t>
      </w:r>
    </w:p>
    <w:p w14:paraId="7D0844F3" w14:textId="77777777" w:rsidR="00630F7F" w:rsidRPr="00542EB3" w:rsidRDefault="00630F7F" w:rsidP="00543A41">
      <w:pPr>
        <w:pStyle w:val="Title"/>
        <w:spacing w:after="120"/>
      </w:pPr>
    </w:p>
    <w:sectPr w:rsidR="00630F7F" w:rsidRPr="00542EB3" w:rsidSect="005D05A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43C0C1" w14:textId="77777777" w:rsidR="00F3429A" w:rsidRDefault="00F3429A" w:rsidP="00002906">
      <w:r>
        <w:separator/>
      </w:r>
    </w:p>
  </w:endnote>
  <w:endnote w:type="continuationSeparator" w:id="0">
    <w:p w14:paraId="667C1D11" w14:textId="77777777" w:rsidR="00F3429A" w:rsidRDefault="00F3429A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DF7571" w14:textId="77777777" w:rsidR="00495A63" w:rsidRDefault="00495A6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965C3D" w14:textId="77777777" w:rsidR="00002906" w:rsidRDefault="00002906">
    <w:pPr>
      <w:pStyle w:val="Footer"/>
    </w:pPr>
    <w:r>
      <w:tab/>
    </w:r>
    <w:r w:rsidR="0037726E">
      <w:rPr>
        <w:noProof w:val="0"/>
      </w:rPr>
      <w:fldChar w:fldCharType="begin"/>
    </w:r>
    <w:r>
      <w:instrText xml:space="preserve"> PAGE   \* MERGEFORMAT </w:instrText>
    </w:r>
    <w:r w:rsidR="0037726E">
      <w:rPr>
        <w:noProof w:val="0"/>
      </w:rPr>
      <w:fldChar w:fldCharType="separate"/>
    </w:r>
    <w:r w:rsidR="00B62104">
      <w:t>1</w:t>
    </w:r>
    <w:r w:rsidR="0037726E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0E2541" w14:textId="77777777" w:rsidR="00495A63" w:rsidRDefault="00495A63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12CB" w14:textId="77777777" w:rsidR="00F3429A" w:rsidRDefault="00F3429A" w:rsidP="00002906">
      <w:r>
        <w:separator/>
      </w:r>
    </w:p>
  </w:footnote>
  <w:footnote w:type="continuationSeparator" w:id="0">
    <w:p w14:paraId="4366A360" w14:textId="77777777" w:rsidR="00F3429A" w:rsidRDefault="00F3429A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BFA23" w14:textId="77777777" w:rsidR="00495A63" w:rsidRDefault="00495A63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F9096C" w14:textId="4F579402" w:rsidR="007F2145" w:rsidRDefault="007F2145">
    <w:pPr>
      <w:pStyle w:val="Header"/>
    </w:pPr>
    <w:r>
      <w:t>E</w:t>
    </w:r>
    <w:r w:rsidR="00495A63">
      <w:t>EP21</w:t>
    </w:r>
    <w:r w:rsidR="00B62104">
      <w:t>-</w:t>
    </w:r>
    <w:r w:rsidR="00495A63">
      <w:t>8.7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A7D980" w14:textId="77777777" w:rsidR="00495A63" w:rsidRDefault="00495A63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1134"/>
        </w:tabs>
        <w:ind w:left="1134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801"/>
    <w:rsid w:val="00050DA7"/>
    <w:rsid w:val="000A5A01"/>
    <w:rsid w:val="00135447"/>
    <w:rsid w:val="00152273"/>
    <w:rsid w:val="001A654A"/>
    <w:rsid w:val="001C74CF"/>
    <w:rsid w:val="002054E2"/>
    <w:rsid w:val="0037726E"/>
    <w:rsid w:val="003C0E66"/>
    <w:rsid w:val="003D55DD"/>
    <w:rsid w:val="003E1831"/>
    <w:rsid w:val="00424954"/>
    <w:rsid w:val="004922AC"/>
    <w:rsid w:val="00495A63"/>
    <w:rsid w:val="004C1386"/>
    <w:rsid w:val="004C220D"/>
    <w:rsid w:val="00520BFD"/>
    <w:rsid w:val="00542EB3"/>
    <w:rsid w:val="00543A41"/>
    <w:rsid w:val="005D05AC"/>
    <w:rsid w:val="00630F7F"/>
    <w:rsid w:val="0064435F"/>
    <w:rsid w:val="00650964"/>
    <w:rsid w:val="006576E9"/>
    <w:rsid w:val="00672222"/>
    <w:rsid w:val="006D470F"/>
    <w:rsid w:val="00727E88"/>
    <w:rsid w:val="00775878"/>
    <w:rsid w:val="007C10D8"/>
    <w:rsid w:val="007F2145"/>
    <w:rsid w:val="0080092C"/>
    <w:rsid w:val="00872453"/>
    <w:rsid w:val="008F13DD"/>
    <w:rsid w:val="00902AA4"/>
    <w:rsid w:val="009F3B6C"/>
    <w:rsid w:val="009F5C36"/>
    <w:rsid w:val="00A27F12"/>
    <w:rsid w:val="00A30579"/>
    <w:rsid w:val="00AA76C0"/>
    <w:rsid w:val="00AD673D"/>
    <w:rsid w:val="00B077EC"/>
    <w:rsid w:val="00B15B24"/>
    <w:rsid w:val="00B62104"/>
    <w:rsid w:val="00B8247E"/>
    <w:rsid w:val="00CA04AF"/>
    <w:rsid w:val="00D75E5D"/>
    <w:rsid w:val="00E03262"/>
    <w:rsid w:val="00E6591D"/>
    <w:rsid w:val="00E85F01"/>
    <w:rsid w:val="00E90E17"/>
    <w:rsid w:val="00E93C9B"/>
    <w:rsid w:val="00EB31D0"/>
    <w:rsid w:val="00ED09F8"/>
    <w:rsid w:val="00EE3F2F"/>
    <w:rsid w:val="00F3429A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5DE0F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tabs>
        <w:tab w:val="clear" w:pos="1134"/>
      </w:tabs>
      <w:spacing w:after="120"/>
      <w:ind w:left="567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B10D8-FA53-E149-9153-1783A12EC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\Users\mxa\Desktop\e-NAV12\Output\e-NAV 12 Liaison to EEP.dotx</Template>
  <TotalTime>1</TotalTime>
  <Pages>1</Pages>
  <Words>144</Words>
  <Characters>734</Characters>
  <Application>Microsoft Macintosh Word</Application>
  <DocSecurity>0</DocSecurity>
  <Lines>43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Office 2004 Test Drive User</cp:lastModifiedBy>
  <cp:revision>2</cp:revision>
  <cp:lastPrinted>2012-09-27T10:00:00Z</cp:lastPrinted>
  <dcterms:created xsi:type="dcterms:W3CDTF">2013-08-09T12:55:00Z</dcterms:created>
  <dcterms:modified xsi:type="dcterms:W3CDTF">2013-08-09T12:55:00Z</dcterms:modified>
</cp:coreProperties>
</file>